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3B572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95F96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95F96">
        <w:rPr>
          <w:rFonts w:ascii="Corbel" w:hAnsi="Corbel"/>
          <w:smallCaps/>
          <w:sz w:val="24"/>
          <w:szCs w:val="24"/>
        </w:rPr>
        <w:t>20</w:t>
      </w:r>
      <w:r w:rsidR="00A878BF">
        <w:rPr>
          <w:rFonts w:ascii="Corbel" w:hAnsi="Corbel"/>
          <w:smallCaps/>
          <w:sz w:val="24"/>
          <w:szCs w:val="24"/>
        </w:rPr>
        <w:t>19</w:t>
      </w:r>
      <w:r w:rsidR="00B87993">
        <w:rPr>
          <w:rFonts w:ascii="Corbel" w:hAnsi="Corbel"/>
          <w:smallCaps/>
          <w:sz w:val="24"/>
          <w:szCs w:val="24"/>
        </w:rPr>
        <w:t>-202</w:t>
      </w:r>
      <w:r w:rsidR="00A878BF">
        <w:rPr>
          <w:rFonts w:ascii="Corbel" w:hAnsi="Corbel"/>
          <w:smallCaps/>
          <w:sz w:val="24"/>
          <w:szCs w:val="24"/>
        </w:rPr>
        <w:t>2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195F96">
        <w:rPr>
          <w:rFonts w:ascii="Corbel" w:hAnsi="Corbel"/>
          <w:sz w:val="20"/>
          <w:szCs w:val="20"/>
        </w:rPr>
        <w:t>ok akademicki 202</w:t>
      </w:r>
      <w:r w:rsidR="00A878BF">
        <w:rPr>
          <w:rFonts w:ascii="Corbel" w:hAnsi="Corbel"/>
          <w:sz w:val="20"/>
          <w:szCs w:val="20"/>
        </w:rPr>
        <w:t>0</w:t>
      </w:r>
      <w:r w:rsidR="00B87993">
        <w:rPr>
          <w:rFonts w:ascii="Corbel" w:hAnsi="Corbel"/>
          <w:sz w:val="20"/>
          <w:szCs w:val="20"/>
        </w:rPr>
        <w:t>/202</w:t>
      </w:r>
      <w:r w:rsidR="00A878BF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195F9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95F96" w:rsidRDefault="00195F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 w:cs="Calibri"/>
                <w:b w:val="0"/>
                <w:sz w:val="24"/>
                <w:szCs w:val="24"/>
              </w:rPr>
              <w:t>Instytucje rynku pracy i zatrudnienie socjalne</w:t>
            </w:r>
          </w:p>
        </w:tc>
      </w:tr>
      <w:tr w:rsidR="0085747A" w:rsidRPr="009C54AE" w:rsidTr="00195F9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95F96" w:rsidRDefault="000E2E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2EF0">
              <w:rPr>
                <w:rFonts w:ascii="Corbel" w:hAnsi="Corbel" w:cs="Calibri"/>
                <w:b w:val="0"/>
                <w:sz w:val="24"/>
                <w:szCs w:val="24"/>
              </w:rPr>
              <w:t>P1S[3]O_05</w:t>
            </w:r>
          </w:p>
        </w:tc>
      </w:tr>
      <w:tr w:rsidR="0085747A" w:rsidRPr="009C54AE" w:rsidTr="00195F96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95F96" w:rsidRDefault="00195F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195F96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95F96" w:rsidRDefault="00396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Default"/>
              <w:rPr>
                <w:rFonts w:ascii="Corbel" w:hAnsi="Corbel"/>
              </w:rPr>
            </w:pPr>
            <w:proofErr w:type="spellStart"/>
            <w:r w:rsidRPr="00195F96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Rok 2, semestr III</w:t>
            </w:r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kierunkowy</w:t>
            </w:r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Krystyna 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Leśniak-Moczuk</w:t>
            </w:r>
            <w:proofErr w:type="spellEnd"/>
          </w:p>
        </w:tc>
      </w:tr>
      <w:tr w:rsidR="00195F96" w:rsidRPr="009C54AE" w:rsidTr="00195F96">
        <w:tc>
          <w:tcPr>
            <w:tcW w:w="2694" w:type="dxa"/>
            <w:vAlign w:val="center"/>
          </w:tcPr>
          <w:p w:rsidR="00195F96" w:rsidRPr="009C54AE" w:rsidRDefault="00195F96" w:rsidP="00195F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95F96" w:rsidRPr="00195F96" w:rsidRDefault="00195F96" w:rsidP="00195F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Krystyna 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Leśniak-Moczuk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95F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95F9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5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70C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5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95F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195F96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95F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9C9">
              <w:rPr>
                <w:rFonts w:ascii="Corbel" w:hAnsi="Corbel"/>
                <w:b w:val="0"/>
                <w:color w:val="000000"/>
                <w:szCs w:val="24"/>
              </w:rPr>
              <w:t>przystąpienie do realizacji danego przedmiotu wymaga wiedzy uzyskanej na przedmiocie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Ekonomia, polityka społeczna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B87993" w:rsidRPr="009C54AE" w:rsidTr="00B87993">
        <w:tc>
          <w:tcPr>
            <w:tcW w:w="845" w:type="dxa"/>
            <w:vAlign w:val="center"/>
          </w:tcPr>
          <w:p w:rsidR="00B87993" w:rsidRPr="009C54AE" w:rsidRDefault="00B87993" w:rsidP="00195F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87993" w:rsidRPr="00873EB4" w:rsidRDefault="00B87993" w:rsidP="00562A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3EB4">
              <w:rPr>
                <w:rFonts w:ascii="Corbel" w:hAnsi="Corbel"/>
                <w:b w:val="0"/>
              </w:rPr>
              <w:t xml:space="preserve">Zapoznanie studentów z mechanizmem </w:t>
            </w:r>
            <w:r>
              <w:rPr>
                <w:rFonts w:ascii="Corbel" w:hAnsi="Corbel"/>
                <w:b w:val="0"/>
              </w:rPr>
              <w:t>globalnymi wyzwaniami</w:t>
            </w:r>
            <w:r>
              <w:t xml:space="preserve"> </w:t>
            </w:r>
            <w:r w:rsidRPr="00562AA2">
              <w:rPr>
                <w:rFonts w:ascii="Corbel" w:hAnsi="Corbel"/>
                <w:b w:val="0"/>
              </w:rPr>
              <w:t>rynku pracy</w:t>
            </w:r>
            <w:r>
              <w:rPr>
                <w:rFonts w:ascii="Corbel" w:hAnsi="Corbel"/>
                <w:b w:val="0"/>
              </w:rPr>
              <w:t xml:space="preserve">, migracjami, </w:t>
            </w:r>
            <w:r w:rsidRPr="00562AA2">
              <w:rPr>
                <w:rFonts w:ascii="Corbel" w:hAnsi="Corbel"/>
                <w:b w:val="0"/>
              </w:rPr>
              <w:t>z</w:t>
            </w:r>
            <w:r>
              <w:rPr>
                <w:rFonts w:ascii="Corbel" w:hAnsi="Corbel"/>
                <w:b w:val="0"/>
              </w:rPr>
              <w:t>asadami polityki zatrudnienia, wielkością, strukturą, skutkami i</w:t>
            </w:r>
            <w:r w:rsidRPr="00562AA2">
              <w:rPr>
                <w:rFonts w:ascii="Corbel" w:hAnsi="Corbel"/>
                <w:b w:val="0"/>
              </w:rPr>
              <w:t xml:space="preserve"> przeciwdziałaniem bezrobociu.</w:t>
            </w:r>
          </w:p>
        </w:tc>
      </w:tr>
      <w:tr w:rsidR="00B87993" w:rsidRPr="009C54AE" w:rsidTr="00B87993">
        <w:tc>
          <w:tcPr>
            <w:tcW w:w="845" w:type="dxa"/>
            <w:vAlign w:val="center"/>
          </w:tcPr>
          <w:p w:rsidR="00B87993" w:rsidRPr="009C54AE" w:rsidRDefault="00B87993" w:rsidP="00195F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87993" w:rsidRPr="00873EB4" w:rsidRDefault="00B87993" w:rsidP="00195F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3EB4">
              <w:rPr>
                <w:rFonts w:ascii="Corbel" w:hAnsi="Corbel"/>
                <w:b w:val="0"/>
                <w:sz w:val="24"/>
                <w:szCs w:val="24"/>
              </w:rPr>
              <w:t xml:space="preserve">Ocena hierarchii, struktury i funkcji instytucji rynku pracy na szczeblach administracji </w:t>
            </w:r>
          </w:p>
        </w:tc>
      </w:tr>
      <w:tr w:rsidR="00B87993" w:rsidRPr="009C54AE" w:rsidTr="00B87993">
        <w:tc>
          <w:tcPr>
            <w:tcW w:w="845" w:type="dxa"/>
            <w:vAlign w:val="center"/>
          </w:tcPr>
          <w:p w:rsidR="00B87993" w:rsidRPr="009C54AE" w:rsidRDefault="00B87993" w:rsidP="00195F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87993" w:rsidRPr="009C54AE" w:rsidRDefault="00B87993" w:rsidP="003B57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i efektami </w:t>
            </w:r>
            <w:r w:rsidRPr="003B5729">
              <w:rPr>
                <w:rFonts w:ascii="Corbel" w:hAnsi="Corbel"/>
                <w:b w:val="0"/>
                <w:sz w:val="24"/>
                <w:szCs w:val="24"/>
              </w:rPr>
              <w:t>zatrudnienia socjalnego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typami i</w:t>
            </w:r>
            <w:r w:rsidRPr="003B57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funkcjami</w:t>
            </w:r>
            <w:r w:rsidRPr="003B57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instytucji zatrudnienia socjalnego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62AA2" w:rsidP="006343A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</w:t>
            </w:r>
            <w:r w:rsidR="006343A1">
              <w:rPr>
                <w:rFonts w:ascii="Corbel" w:hAnsi="Corbel"/>
                <w:b w:val="0"/>
                <w:smallCaps w:val="0"/>
                <w:szCs w:val="24"/>
              </w:rPr>
              <w:t xml:space="preserve">o instytucjach regionalnych, krajowych, i międzynarodowych przeciwdziałających wykluczeniu społecznemu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343A1">
              <w:rPr>
                <w:rFonts w:ascii="Corbel" w:hAnsi="Corbel"/>
                <w:b w:val="0"/>
                <w:smallCaps w:val="0"/>
                <w:szCs w:val="24"/>
              </w:rPr>
              <w:t xml:space="preserve">raz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strukturze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 xml:space="preserve">i dynamice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zatrudnienia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>oraz bezrobocia w skali regionalnej, krajowej i międzynarodowej.</w:t>
            </w:r>
          </w:p>
        </w:tc>
        <w:tc>
          <w:tcPr>
            <w:tcW w:w="1873" w:type="dxa"/>
          </w:tcPr>
          <w:p w:rsidR="0085747A" w:rsidRPr="009C54AE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E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343A1" w:rsidRPr="00ED2D90" w:rsidRDefault="00396F4B" w:rsidP="00ED2D90">
            <w:pPr>
              <w:pStyle w:val="Punktygwne"/>
              <w:tabs>
                <w:tab w:val="center" w:pos="2940"/>
              </w:tabs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D90">
              <w:rPr>
                <w:rFonts w:ascii="Corbel" w:hAnsi="Corbel"/>
                <w:b w:val="0"/>
                <w:smallCaps w:val="0"/>
                <w:szCs w:val="24"/>
              </w:rPr>
              <w:t xml:space="preserve">Student ma </w:t>
            </w:r>
            <w:r w:rsidR="00562AA2" w:rsidRPr="00ED2D90">
              <w:rPr>
                <w:rFonts w:ascii="Corbel" w:hAnsi="Corbel"/>
                <w:b w:val="0"/>
                <w:smallCaps w:val="0"/>
                <w:szCs w:val="24"/>
              </w:rPr>
              <w:t>wiedzę  o</w:t>
            </w:r>
            <w:r w:rsidR="006343A1" w:rsidRPr="00ED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6343A1" w:rsidRDefault="006343A1" w:rsidP="00ED2D90">
            <w:pPr>
              <w:jc w:val="both"/>
              <w:rPr>
                <w:rFonts w:cs="Calibri"/>
                <w:color w:val="000000"/>
              </w:rPr>
            </w:pPr>
            <w:r w:rsidRPr="00ED2D90">
              <w:rPr>
                <w:rFonts w:ascii="Corbel" w:hAnsi="Corbel" w:cs="Calibri"/>
                <w:color w:val="000000"/>
                <w:sz w:val="24"/>
                <w:szCs w:val="24"/>
              </w:rPr>
              <w:t>normach  prawnych , zawodowych, etyczne i regułach organizujących  struktury i instytucje społeczne działające na rzecz integracji społecznej oraz współpracy z otoczeniem; systemach normatywno-prawnych  i mechanizmach  kontroli społecznej, zgodnych  z zasadami etyki zawodowej, celach organizacji, funkcjach  strukturze i instytucjach społecznych oraz rządzących  nimi prawidłowościach; zasadach i normach etycznych oraz etyce  zawodu pracownika socjalnego</w:t>
            </w:r>
          </w:p>
        </w:tc>
        <w:tc>
          <w:tcPr>
            <w:tcW w:w="1873" w:type="dxa"/>
          </w:tcPr>
          <w:p w:rsidR="0085747A" w:rsidRPr="009C54AE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A33AB9" w:rsidP="00ED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ED2D90">
              <w:rPr>
                <w:rFonts w:ascii="Corbel" w:hAnsi="Corbel"/>
                <w:b w:val="0"/>
                <w:smallCaps w:val="0"/>
                <w:szCs w:val="24"/>
              </w:rPr>
              <w:t xml:space="preserve">procesy przemian w zakresie  rynku pracy, instytucje i  struktury rynku pracy  oraz ich uwarunkowania i skutki, procesy kształtowania się struktur i instytucji rynku pracy oraz zakres ich działania w wymiarze lokalnym </w:t>
            </w:r>
          </w:p>
        </w:tc>
        <w:tc>
          <w:tcPr>
            <w:tcW w:w="1873" w:type="dxa"/>
          </w:tcPr>
          <w:p w:rsidR="0085747A" w:rsidRPr="009C54AE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76EE3" w:rsidRPr="009C54AE" w:rsidTr="005E6E85">
        <w:tc>
          <w:tcPr>
            <w:tcW w:w="1701" w:type="dxa"/>
          </w:tcPr>
          <w:p w:rsidR="00576EE3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6EE3" w:rsidRPr="00576EE3" w:rsidRDefault="00A33AB9" w:rsidP="00164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umie interpretować </w:t>
            </w:r>
            <w:r w:rsidR="003B5729" w:rsidRPr="003B5729">
              <w:rPr>
                <w:rFonts w:ascii="Corbel" w:hAnsi="Corbel"/>
                <w:b w:val="0"/>
                <w:smallCaps w:val="0"/>
                <w:szCs w:val="24"/>
              </w:rPr>
              <w:t xml:space="preserve">procesy przemian w obrębie instytucji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i struktur społecznych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rynku pracy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przeciwdziałających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bezrobociu i stymulujących zatrudnienie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oraz oceniać uwarunkowania i skutki zjawisk społecznych (kulturowych, politycznych, prawnych, ekonomicznych</w:t>
            </w:r>
            <w:r w:rsidR="00576EE3" w:rsidRPr="00576EE3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 w:rsidR="00576EE3" w:rsidRPr="00576EE3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perspektywami</w:t>
            </w:r>
            <w:r w:rsidR="00576EE3" w:rsidRPr="00576E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popytu na pracę</w:t>
            </w:r>
            <w:r w:rsidR="0095684C">
              <w:rPr>
                <w:rFonts w:ascii="Corbel" w:hAnsi="Corbel"/>
                <w:b w:val="0"/>
                <w:smallCaps w:val="0"/>
                <w:szCs w:val="24"/>
              </w:rPr>
              <w:t xml:space="preserve">, ważne  dla procesów kształtujących problemy związane z pracą socjalną. </w:t>
            </w:r>
          </w:p>
        </w:tc>
        <w:tc>
          <w:tcPr>
            <w:tcW w:w="1873" w:type="dxa"/>
          </w:tcPr>
          <w:p w:rsidR="00576EE3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76EE3" w:rsidRPr="009C54AE" w:rsidTr="005E6E85">
        <w:tc>
          <w:tcPr>
            <w:tcW w:w="1701" w:type="dxa"/>
          </w:tcPr>
          <w:p w:rsidR="00576EE3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6EE3" w:rsidRPr="00576EE3" w:rsidRDefault="00A33AB9" w:rsidP="005D67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umie </w:t>
            </w:r>
            <w:r w:rsidR="005D67CB">
              <w:rPr>
                <w:rFonts w:ascii="Corbel" w:hAnsi="Corbel"/>
                <w:b w:val="0"/>
                <w:smallCaps w:val="0"/>
                <w:szCs w:val="24"/>
              </w:rPr>
              <w:t xml:space="preserve">analizować zjawiska społeczne w wyniku kontaktu praktycznego ze środowiskiem osób </w:t>
            </w:r>
            <w:r w:rsidR="005D67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zmarginalizowanych oraz w sposób praktyczny realizować podstawowe role zawodowe pracownika socjalnego</w:t>
            </w:r>
          </w:p>
        </w:tc>
        <w:tc>
          <w:tcPr>
            <w:tcW w:w="1873" w:type="dxa"/>
          </w:tcPr>
          <w:p w:rsidR="00576EE3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="00576EE3" w:rsidRPr="009C54AE" w:rsidTr="005E6E85">
        <w:tc>
          <w:tcPr>
            <w:tcW w:w="1701" w:type="dxa"/>
          </w:tcPr>
          <w:p w:rsidR="00576EE3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576EE3" w:rsidRPr="00576EE3" w:rsidRDefault="00A33AB9" w:rsidP="00A33A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8552E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oskonalić</w:t>
            </w:r>
            <w:r w:rsidR="00576EE3" w:rsidRPr="00576EE3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576EE3" w:rsidRPr="00576EE3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polityki zatrudnienia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aktywnej polityki społecznej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576EE3" w:rsidRPr="00576EE3">
              <w:rPr>
                <w:rFonts w:ascii="Corbel" w:hAnsi="Corbel"/>
                <w:b w:val="0"/>
                <w:smallCaps w:val="0"/>
                <w:szCs w:val="24"/>
              </w:rPr>
              <w:t xml:space="preserve">wyznaczania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globalnych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trendów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zapotrzebowania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na pracę 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na usługi w sferze ekonomii społecznej.</w:t>
            </w:r>
          </w:p>
        </w:tc>
        <w:tc>
          <w:tcPr>
            <w:tcW w:w="1873" w:type="dxa"/>
          </w:tcPr>
          <w:p w:rsidR="00576EE3" w:rsidRDefault="00576E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5D3A4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B17A5E" w:rsidRDefault="0085747A" w:rsidP="00B17A5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B17A5E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7A5E" w:rsidRPr="009C54AE" w:rsidTr="00B17A5E">
        <w:tc>
          <w:tcPr>
            <w:tcW w:w="9520" w:type="dxa"/>
          </w:tcPr>
          <w:p w:rsidR="00B17A5E" w:rsidRPr="00B17A5E" w:rsidRDefault="00B17A5E" w:rsidP="00B17A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>Wpływ przemian cywilizacyjnych na perspektywy rynku pracy w gospodarce światowej. Polityka zatrudnienia w Polsce i Unii Europejskiej. Globalizacja rynku pracy – migracje ekonomiczne. emigracja z Polski imigracja do Polski, migracje wewnętrzne międzyregionalne w Polsce.</w:t>
            </w:r>
          </w:p>
        </w:tc>
      </w:tr>
      <w:tr w:rsidR="00B17A5E" w:rsidRPr="009C54AE" w:rsidTr="00B17A5E">
        <w:tc>
          <w:tcPr>
            <w:tcW w:w="9520" w:type="dxa"/>
          </w:tcPr>
          <w:p w:rsidR="00B17A5E" w:rsidRPr="00B17A5E" w:rsidRDefault="00B17A5E" w:rsidP="00B17A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 xml:space="preserve">Zatrudnienie w okresie transformacji systemowej w województwie podkarpackim na tle Polski i w krajach Unii Europejskiej – podaż siły roboczej (struktura ludności </w:t>
            </w:r>
            <w:proofErr w:type="spellStart"/>
            <w:r w:rsidRPr="00B17A5E">
              <w:rPr>
                <w:rFonts w:ascii="Corbel" w:hAnsi="Corbel"/>
                <w:sz w:val="24"/>
                <w:szCs w:val="24"/>
              </w:rPr>
              <w:t>wg</w:t>
            </w:r>
            <w:proofErr w:type="spellEnd"/>
            <w:r w:rsidRPr="00B17A5E">
              <w:rPr>
                <w:rFonts w:ascii="Corbel" w:hAnsi="Corbel"/>
                <w:sz w:val="24"/>
                <w:szCs w:val="24"/>
              </w:rPr>
              <w:t xml:space="preserve">. płci, wieku, wykształcenia, miejsca zamieszkania), popyt na rynku pracy  - struktura zatrudnienia </w:t>
            </w:r>
            <w:proofErr w:type="spellStart"/>
            <w:r w:rsidRPr="00B17A5E">
              <w:rPr>
                <w:rFonts w:ascii="Corbel" w:hAnsi="Corbel"/>
                <w:sz w:val="24"/>
                <w:szCs w:val="24"/>
              </w:rPr>
              <w:t>wg</w:t>
            </w:r>
            <w:proofErr w:type="spellEnd"/>
            <w:r w:rsidRPr="00B17A5E">
              <w:rPr>
                <w:rFonts w:ascii="Corbel" w:hAnsi="Corbel"/>
                <w:sz w:val="24"/>
                <w:szCs w:val="24"/>
              </w:rPr>
              <w:t xml:space="preserve">. działów gospodarki, typów własności i branż podmiotów zatrudniających, płci, wieku, wykształcenia, zawodów, miejsca zamieszkania zatrudnionych. Wskaźnik aktywności zawodowej i wskaźnik zatrudnienia.  </w:t>
            </w:r>
          </w:p>
        </w:tc>
      </w:tr>
      <w:tr w:rsidR="00B17A5E" w:rsidRPr="009C54AE" w:rsidTr="00B17A5E">
        <w:tc>
          <w:tcPr>
            <w:tcW w:w="9520" w:type="dxa"/>
          </w:tcPr>
          <w:p w:rsidR="00B17A5E" w:rsidRPr="00B17A5E" w:rsidRDefault="00B17A5E" w:rsidP="00B17A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 xml:space="preserve">Tendencje dynamiki i struktury bezrobocia w okresie transformacji systemowej w województwie podkarpackim na tle Polski i w krajach Unii Europejskiej. w latach 1991-2019. Stopa bezrobocia w Polsce na tle krajów Unii Europejskiej w latach 2004-2019. Polityka przeciwdziałania bezrobociu. Społeczne, ekonomiczne i psychiczne skutki bezrobocia.  </w:t>
            </w:r>
          </w:p>
        </w:tc>
      </w:tr>
      <w:tr w:rsidR="00B17A5E" w:rsidRPr="009C54AE" w:rsidTr="00B17A5E">
        <w:tc>
          <w:tcPr>
            <w:tcW w:w="9520" w:type="dxa"/>
          </w:tcPr>
          <w:p w:rsidR="00B17A5E" w:rsidRPr="00B17A5E" w:rsidRDefault="00B17A5E" w:rsidP="00B17A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>Ewolucja instytucji rynku pracy w Polsce. Ocena hierarchii</w:t>
            </w:r>
            <w:r w:rsidR="00CD4D22">
              <w:rPr>
                <w:rFonts w:ascii="Corbel" w:hAnsi="Corbel"/>
                <w:sz w:val="24"/>
                <w:szCs w:val="24"/>
              </w:rPr>
              <w:t>,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struktu</w:t>
            </w:r>
            <w:r w:rsidR="008552E0">
              <w:rPr>
                <w:rFonts w:ascii="Corbel" w:hAnsi="Corbel"/>
                <w:sz w:val="24"/>
                <w:szCs w:val="24"/>
              </w:rPr>
              <w:t xml:space="preserve">ry i funkcji instytucji rynku </w:t>
            </w:r>
            <w:proofErr w:type="spellStart"/>
            <w:r w:rsidR="008552E0">
              <w:rPr>
                <w:rFonts w:ascii="Corbel" w:hAnsi="Corbel"/>
                <w:sz w:val="24"/>
                <w:szCs w:val="24"/>
              </w:rPr>
              <w:t>ppr</w:t>
            </w:r>
            <w:r w:rsidRPr="00B17A5E">
              <w:rPr>
                <w:rFonts w:ascii="Corbel" w:hAnsi="Corbel"/>
                <w:sz w:val="24"/>
                <w:szCs w:val="24"/>
              </w:rPr>
              <w:t>acy</w:t>
            </w:r>
            <w:proofErr w:type="spellEnd"/>
            <w:r w:rsidR="008552E0">
              <w:rPr>
                <w:rFonts w:ascii="Corbel" w:hAnsi="Corbel"/>
                <w:sz w:val="24"/>
                <w:szCs w:val="24"/>
              </w:rPr>
              <w:t xml:space="preserve"> w skali lokalnej, </w:t>
            </w:r>
            <w:r w:rsidR="008552E0" w:rsidRPr="00576EE3">
              <w:rPr>
                <w:rFonts w:ascii="Corbel" w:hAnsi="Corbel"/>
                <w:szCs w:val="24"/>
              </w:rPr>
              <w:t>regionalne</w:t>
            </w:r>
            <w:r w:rsidR="008552E0">
              <w:rPr>
                <w:rFonts w:ascii="Corbel" w:hAnsi="Corbel"/>
                <w:szCs w:val="24"/>
              </w:rPr>
              <w:t>j</w:t>
            </w:r>
            <w:r w:rsidR="008552E0" w:rsidRPr="00576EE3">
              <w:rPr>
                <w:rFonts w:ascii="Corbel" w:hAnsi="Corbel"/>
                <w:szCs w:val="24"/>
              </w:rPr>
              <w:t>, krajowe</w:t>
            </w:r>
            <w:r w:rsidR="008552E0">
              <w:rPr>
                <w:rFonts w:ascii="Corbel" w:hAnsi="Corbel"/>
                <w:szCs w:val="24"/>
              </w:rPr>
              <w:t>j</w:t>
            </w:r>
            <w:r w:rsidR="008552E0" w:rsidRPr="00576EE3">
              <w:rPr>
                <w:rFonts w:ascii="Corbel" w:hAnsi="Corbel"/>
                <w:szCs w:val="24"/>
              </w:rPr>
              <w:t xml:space="preserve"> i międzynarodowe</w:t>
            </w:r>
            <w:r w:rsidR="008552E0">
              <w:rPr>
                <w:rFonts w:ascii="Corbel" w:hAnsi="Corbel"/>
                <w:szCs w:val="24"/>
              </w:rPr>
              <w:t>j</w:t>
            </w:r>
            <w:r w:rsidRPr="00B17A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7A5E" w:rsidRPr="009C54AE" w:rsidTr="00B17A5E">
        <w:tc>
          <w:tcPr>
            <w:tcW w:w="9520" w:type="dxa"/>
          </w:tcPr>
          <w:p w:rsidR="00B17A5E" w:rsidRPr="00B17A5E" w:rsidRDefault="00CD4D22" w:rsidP="00CD4D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Ekonomiczne, </w:t>
            </w:r>
            <w:r w:rsidR="00B17A5E" w:rsidRPr="00B17A5E">
              <w:rPr>
                <w:rFonts w:ascii="Corbel" w:hAnsi="Corbel"/>
                <w:sz w:val="24"/>
                <w:szCs w:val="24"/>
              </w:rPr>
              <w:t>społeczne</w:t>
            </w:r>
            <w:r>
              <w:rPr>
                <w:rFonts w:ascii="Corbel" w:hAnsi="Corbel"/>
                <w:sz w:val="24"/>
                <w:szCs w:val="24"/>
              </w:rPr>
              <w:t xml:space="preserve">, psychiczne </w:t>
            </w:r>
            <w:r w:rsidR="00B17A5E" w:rsidRPr="00B17A5E">
              <w:rPr>
                <w:rFonts w:ascii="Corbel" w:hAnsi="Corbel"/>
                <w:sz w:val="24"/>
                <w:szCs w:val="24"/>
              </w:rPr>
              <w:t>skutki aktywności kobiet na rynku pracy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wymiarze indywidualnym i ogólnospołecznym.</w:t>
            </w:r>
          </w:p>
        </w:tc>
      </w:tr>
      <w:tr w:rsidR="00B17A5E" w:rsidRPr="009C54AE" w:rsidTr="00B17A5E">
        <w:tc>
          <w:tcPr>
            <w:tcW w:w="9520" w:type="dxa"/>
          </w:tcPr>
          <w:p w:rsidR="00B17A5E" w:rsidRPr="008552E0" w:rsidRDefault="00B17A5E" w:rsidP="00855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 xml:space="preserve">Zatrudnienie socjalne – istota i cel, podmioty zatrudniające </w:t>
            </w:r>
            <w:r w:rsidR="008552E0">
              <w:rPr>
                <w:rFonts w:ascii="Corbel" w:hAnsi="Corbel"/>
                <w:sz w:val="24"/>
                <w:szCs w:val="24"/>
              </w:rPr>
              <w:t xml:space="preserve">i organizacje społeczne </w:t>
            </w:r>
            <w:r w:rsidR="008552E0" w:rsidRPr="00576EE3">
              <w:rPr>
                <w:rFonts w:ascii="Corbel" w:hAnsi="Corbel"/>
                <w:szCs w:val="24"/>
              </w:rPr>
              <w:t xml:space="preserve">działające na rzecz integracji społecznej 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(funkcje, powoływanie, </w:t>
            </w:r>
            <w:r w:rsidR="008552E0">
              <w:rPr>
                <w:rFonts w:ascii="Corbel" w:hAnsi="Corbel"/>
                <w:sz w:val="24"/>
                <w:szCs w:val="24"/>
              </w:rPr>
              <w:t>struktury, zarządzanie, finansowanie).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52E0">
              <w:rPr>
                <w:rFonts w:ascii="Corbel" w:hAnsi="Corbel"/>
                <w:sz w:val="24"/>
                <w:szCs w:val="24"/>
              </w:rPr>
              <w:t>Charakterystyka osób wykluczonych społecznie podlegających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zatrudniani</w:t>
            </w:r>
            <w:r w:rsidR="008552E0">
              <w:rPr>
                <w:rFonts w:ascii="Corbel" w:hAnsi="Corbel"/>
                <w:sz w:val="24"/>
                <w:szCs w:val="24"/>
              </w:rPr>
              <w:t>u i integracji społecznej. Przyczyny i efekty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zatrudnienia socjalnego. </w:t>
            </w:r>
            <w:r w:rsidR="008552E0">
              <w:rPr>
                <w:rFonts w:ascii="Corbel" w:hAnsi="Corbel"/>
                <w:szCs w:val="24"/>
              </w:rPr>
              <w:t>Z</w:t>
            </w:r>
            <w:r w:rsidR="008552E0" w:rsidRPr="00576EE3">
              <w:rPr>
                <w:rFonts w:ascii="Corbel" w:hAnsi="Corbel"/>
                <w:szCs w:val="24"/>
              </w:rPr>
              <w:t>asady i normy etycz</w:t>
            </w:r>
            <w:r w:rsidR="008552E0">
              <w:rPr>
                <w:rFonts w:ascii="Corbel" w:hAnsi="Corbel"/>
                <w:szCs w:val="24"/>
              </w:rPr>
              <w:t>ne pracy na rzecz inkluzji społecznej.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7A5E" w:rsidRDefault="00B17A5E" w:rsidP="00B17A5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tekstów, referaty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z dyskusją, met</w:t>
      </w:r>
      <w:r>
        <w:rPr>
          <w:rFonts w:ascii="Corbel" w:hAnsi="Corbel"/>
          <w:b w:val="0"/>
          <w:i/>
          <w:smallCaps w:val="0"/>
          <w:sz w:val="20"/>
          <w:szCs w:val="20"/>
        </w:rPr>
        <w:t>oda projektów (projekt badawczy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(rozwiązywanie zadań, </w:t>
      </w:r>
      <w:r>
        <w:rPr>
          <w:rFonts w:ascii="Corbel" w:hAnsi="Corbel"/>
          <w:b w:val="0"/>
          <w:i/>
          <w:smallCaps w:val="0"/>
          <w:sz w:val="20"/>
          <w:szCs w:val="20"/>
        </w:rPr>
        <w:t>dyskusja), wizyta studyjna.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B17A5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17A5E" w:rsidRPr="009C54AE" w:rsidTr="00B17A5E">
        <w:tc>
          <w:tcPr>
            <w:tcW w:w="1962" w:type="dxa"/>
          </w:tcPr>
          <w:p w:rsidR="00B17A5E" w:rsidRPr="009C54AE" w:rsidRDefault="00B17A5E" w:rsidP="00B17A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17A5E" w:rsidRPr="009C54AE" w:rsidRDefault="00B17A5E" w:rsidP="00B17A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pisemny referat</w:t>
            </w:r>
          </w:p>
        </w:tc>
        <w:tc>
          <w:tcPr>
            <w:tcW w:w="2117" w:type="dxa"/>
          </w:tcPr>
          <w:p w:rsidR="00B17A5E" w:rsidRPr="00873EB4" w:rsidRDefault="00B17A5E" w:rsidP="00B17A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 w:rsidR="00396F4B">
              <w:rPr>
                <w:rFonts w:ascii="Corbel" w:hAnsi="Corbel"/>
                <w:b w:val="0"/>
                <w:szCs w:val="24"/>
              </w:rPr>
              <w:t>ersatorium</w:t>
            </w:r>
          </w:p>
        </w:tc>
      </w:tr>
      <w:tr w:rsidR="00396F4B" w:rsidRPr="009C54AE" w:rsidTr="00B17A5E">
        <w:tc>
          <w:tcPr>
            <w:tcW w:w="1962" w:type="dxa"/>
          </w:tcPr>
          <w:p w:rsidR="00396F4B" w:rsidRPr="009C54AE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396F4B" w:rsidRPr="009C54AE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</w:tcPr>
          <w:p w:rsidR="00396F4B" w:rsidRPr="009C54AE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6F4B" w:rsidRPr="009C54AE" w:rsidTr="00B17A5E">
        <w:tc>
          <w:tcPr>
            <w:tcW w:w="1962" w:type="dxa"/>
          </w:tcPr>
          <w:p w:rsidR="00396F4B" w:rsidRPr="009C54AE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396F4B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</w:tcPr>
          <w:p w:rsidR="00396F4B" w:rsidRPr="00873EB4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6F4B" w:rsidRPr="009C54AE" w:rsidTr="00B17A5E">
        <w:tc>
          <w:tcPr>
            <w:tcW w:w="1962" w:type="dxa"/>
          </w:tcPr>
          <w:p w:rsidR="00396F4B" w:rsidRPr="009C54AE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396F4B" w:rsidRPr="009C54AE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miejscu wizyty w instytucjach rynku pracy i zatrudnienia socjalnego</w:t>
            </w:r>
          </w:p>
        </w:tc>
        <w:tc>
          <w:tcPr>
            <w:tcW w:w="2117" w:type="dxa"/>
          </w:tcPr>
          <w:p w:rsidR="00396F4B" w:rsidRPr="00873EB4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6F4B" w:rsidRPr="009C54AE" w:rsidTr="00B17A5E">
        <w:tc>
          <w:tcPr>
            <w:tcW w:w="1962" w:type="dxa"/>
          </w:tcPr>
          <w:p w:rsidR="00396F4B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396F4B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z wizyt w instytucjach rynku pracy i zatrudnienia socjalnego</w:t>
            </w:r>
          </w:p>
        </w:tc>
        <w:tc>
          <w:tcPr>
            <w:tcW w:w="2117" w:type="dxa"/>
          </w:tcPr>
          <w:p w:rsidR="00396F4B" w:rsidRPr="00873EB4" w:rsidRDefault="00396F4B" w:rsidP="00396F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87993" w:rsidRPr="009C54AE" w:rsidTr="00B17A5E">
        <w:tc>
          <w:tcPr>
            <w:tcW w:w="1962" w:type="dxa"/>
          </w:tcPr>
          <w:p w:rsidR="00B87993" w:rsidRPr="00B87993" w:rsidRDefault="00B87993" w:rsidP="00B87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7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06</w:t>
            </w:r>
          </w:p>
        </w:tc>
        <w:tc>
          <w:tcPr>
            <w:tcW w:w="5441" w:type="dxa"/>
          </w:tcPr>
          <w:p w:rsidR="00B87993" w:rsidRDefault="00B87993" w:rsidP="00B87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7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 w instytucjach rynku pracy i zatrudnienia socjalnego</w:t>
            </w:r>
          </w:p>
        </w:tc>
        <w:tc>
          <w:tcPr>
            <w:tcW w:w="2117" w:type="dxa"/>
          </w:tcPr>
          <w:p w:rsidR="00B87993" w:rsidRPr="00680837" w:rsidRDefault="00B87993" w:rsidP="00B87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68083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B17A5E" w:rsidRDefault="00B17A5E" w:rsidP="00B17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40%</w:t>
            </w:r>
          </w:p>
          <w:p w:rsidR="00B17A5E" w:rsidRDefault="00B17A5E" w:rsidP="00B17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:rsidR="00B17A5E" w:rsidRDefault="00B17A5E" w:rsidP="00B17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sprawozdań z wizyt w instytucjach rynku pracy 10%</w:t>
            </w:r>
          </w:p>
          <w:p w:rsidR="0085747A" w:rsidRDefault="00B17A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="007D7ED3" w:rsidRPr="009C54AE" w:rsidRDefault="007D7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ED3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B17A5E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7A5E" w:rsidRPr="009C54AE" w:rsidTr="00B17A5E">
        <w:tc>
          <w:tcPr>
            <w:tcW w:w="4902" w:type="dxa"/>
          </w:tcPr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B17A5E" w:rsidRPr="009C54AE" w:rsidRDefault="004A5A01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17A5E" w:rsidRPr="009C54AE" w:rsidTr="00B17A5E">
        <w:tc>
          <w:tcPr>
            <w:tcW w:w="4902" w:type="dxa"/>
          </w:tcPr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17A5E" w:rsidRPr="009C54AE" w:rsidRDefault="000E2EF0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7A5E" w:rsidRPr="009C54AE" w:rsidTr="00B17A5E">
        <w:tc>
          <w:tcPr>
            <w:tcW w:w="4902" w:type="dxa"/>
          </w:tcPr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B17A5E" w:rsidRPr="009C54AE" w:rsidRDefault="000E2EF0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B17A5E" w:rsidRPr="009C54AE" w:rsidTr="00B17A5E">
        <w:tc>
          <w:tcPr>
            <w:tcW w:w="4902" w:type="dxa"/>
          </w:tcPr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17A5E" w:rsidRPr="009C54AE" w:rsidRDefault="000E2EF0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7A5E" w:rsidRPr="009C54AE" w:rsidTr="00B17A5E">
        <w:tc>
          <w:tcPr>
            <w:tcW w:w="4902" w:type="dxa"/>
          </w:tcPr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17A5E" w:rsidRPr="009C54AE" w:rsidRDefault="00B17A5E" w:rsidP="00B17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17A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17A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17A5E" w:rsidRPr="00680837" w:rsidRDefault="0085747A" w:rsidP="00B17A5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837">
              <w:rPr>
                <w:rFonts w:ascii="Corbel" w:hAnsi="Corbel"/>
                <w:szCs w:val="24"/>
              </w:rPr>
              <w:t>Literatura podstawowa:</w:t>
            </w:r>
            <w:r w:rsidR="00B17A5E" w:rsidRPr="00680837">
              <w:rPr>
                <w:rFonts w:ascii="Corbel" w:hAnsi="Corbel"/>
                <w:sz w:val="24"/>
                <w:szCs w:val="24"/>
              </w:rPr>
              <w:t xml:space="preserve"> </w:t>
            </w:r>
            <w:r w:rsidR="00B17A5E"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1. </w:t>
            </w:r>
            <w:hyperlink r:id="rId8" w:history="1">
              <w:r w:rsidR="00B17A5E"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Instytucje rynku pracy w krajach </w:t>
              </w:r>
              <w:r w:rsidR="00B17A5E" w:rsidRPr="00680837">
                <w:rPr>
                  <w:rStyle w:val="Hipercze"/>
                  <w:rFonts w:ascii="Corbel" w:hAnsi="Corbel"/>
                  <w:color w:val="000000"/>
                  <w:szCs w:val="24"/>
                  <w:u w:val="none"/>
                  <w:shd w:val="clear" w:color="auto" w:fill="FFFFFF"/>
                </w:rPr>
                <w:t>OECD</w:t>
              </w:r>
              <w:r w:rsidR="00B17A5E"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: istota, </w:t>
              </w:r>
              <w:r w:rsidR="00B17A5E"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lastRenderedPageBreak/>
                <w:t>tendencje i znaczenie ekonomiczne, red. Eugeniusz Kwiatkowski, Wydawnictwo Uniwersytetu Łódzkiego, Łódź 2017.</w:t>
              </w:r>
            </w:hyperlink>
          </w:p>
          <w:p w:rsidR="00B17A5E" w:rsidRPr="00680837" w:rsidRDefault="00B17A5E" w:rsidP="00B17A5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>2. Skórska Anna,  Rynek pracy. wybrane zagadnienia</w:t>
            </w:r>
            <w:r w:rsidR="00AF647C"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Ekonomicznego,  Katowice 2016. </w:t>
            </w:r>
          </w:p>
          <w:p w:rsidR="00B17A5E" w:rsidRPr="00680837" w:rsidRDefault="00B17A5E" w:rsidP="00B17A5E">
            <w:pPr>
              <w:spacing w:after="0" w:line="240" w:lineRule="auto"/>
              <w:jc w:val="both"/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</w:pP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>3.</w:t>
            </w:r>
            <w:r w:rsidRPr="00680837">
              <w:rPr>
                <w:rFonts w:ascii="Corbel" w:hAnsi="Corbel"/>
              </w:rPr>
              <w:t xml:space="preserve"> </w:t>
            </w:r>
            <w:proofErr w:type="spellStart"/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>Guzikowski</w:t>
            </w:r>
            <w:proofErr w:type="spellEnd"/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 Mateusz</w:t>
            </w:r>
            <w:r w:rsidRPr="00680837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  <w:t xml:space="preserve">, </w:t>
            </w:r>
            <w:hyperlink r:id="rId9" w:history="1"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Instytucje rynku pracy w krajach transformacyjnych: dynamika, interakcje, prawidłowości empiryczne, Szkoła Główna Handlowa, Oficyna Wydawnicza, Warszawa 2016.</w:t>
              </w:r>
            </w:hyperlink>
          </w:p>
          <w:p w:rsidR="00B17A5E" w:rsidRPr="00680837" w:rsidRDefault="00B17A5E" w:rsidP="00B17A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837">
              <w:rPr>
                <w:rFonts w:ascii="Corbel" w:hAnsi="Corbel"/>
                <w:sz w:val="24"/>
                <w:szCs w:val="24"/>
              </w:rPr>
              <w:t xml:space="preserve">4. </w:t>
            </w:r>
            <w:hyperlink r:id="rId10" w:history="1">
              <w:r w:rsidRPr="00680837">
                <w:rPr>
                  <w:rStyle w:val="Hipercze"/>
                  <w:rFonts w:ascii="Corbel" w:hAnsi="Corbel" w:cs="Aria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Regionalne Platformy Współpracy: zatrudnienie socjalne w gospodarce społecznej: raport końcowy, oprac. zespół aut. Marta Komorska i inni, Ministerstwo Pracy i Polityki Społecznej, Centrum Rozwoju Zasobów Ludzkich,</w:t>
              </w:r>
              <w:r w:rsidRPr="00680837">
                <w:rPr>
                  <w:rFonts w:ascii="Corbel" w:hAnsi="Corbel"/>
                </w:rPr>
                <w:t xml:space="preserve"> </w:t>
              </w:r>
              <w:r w:rsidRPr="00680837">
                <w:rPr>
                  <w:rStyle w:val="Hipercze"/>
                  <w:rFonts w:ascii="Corbel" w:hAnsi="Corbel" w:cs="Aria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Warszawa 2014.</w:t>
              </w:r>
            </w:hyperlink>
          </w:p>
          <w:p w:rsidR="00B17A5E" w:rsidRPr="00680837" w:rsidRDefault="00C83F16" w:rsidP="00B17A5E">
            <w:pPr>
              <w:spacing w:after="0" w:line="240" w:lineRule="auto"/>
              <w:jc w:val="both"/>
              <w:rPr>
                <w:rStyle w:val="Hipercze"/>
                <w:rFonts w:ascii="Corbel" w:hAnsi="Corbel" w:cs="Arial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hyperlink r:id="rId11" w:history="1">
              <w:r w:rsidR="00B17A5E" w:rsidRPr="00680837">
                <w:rPr>
                  <w:rFonts w:ascii="Corbel" w:hAnsi="Corbel"/>
                  <w:sz w:val="24"/>
                  <w:szCs w:val="24"/>
                </w:rPr>
                <w:t xml:space="preserve">5. </w:t>
              </w:r>
              <w:r w:rsidR="00B17A5E" w:rsidRPr="00680837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Model Lokalnej Współpracy: partnerstwo międzysektorowe na rzecz zatrudnienia socjalnego, oprac. zespół aut. Marta Komorska i inni, Ministerstwo Pracy i Polityki Społecznej: Centrum Rozwoju Zasobów Ludzkich, Warszawa 2014.</w:t>
              </w:r>
            </w:hyperlink>
          </w:p>
          <w:p w:rsidR="00B17A5E" w:rsidRPr="00680837" w:rsidRDefault="00B17A5E" w:rsidP="00B17A5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6. Ostoj Izabela, </w:t>
            </w:r>
            <w:hyperlink r:id="rId12" w:history="1"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Formalne i nieformalne instytucje rynku pracy, Wydawnictwo Uniwersytetu Ekonomicznego, Katowice 2012.</w:t>
              </w:r>
            </w:hyperlink>
          </w:p>
          <w:p w:rsidR="0085747A" w:rsidRPr="00680837" w:rsidRDefault="00B17A5E" w:rsidP="00B8799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0837">
              <w:rPr>
                <w:rStyle w:val="Hipercze"/>
                <w:rFonts w:ascii="Corbel" w:hAnsi="Corbel"/>
                <w:color w:val="000000"/>
                <w:sz w:val="24"/>
                <w:u w:val="none"/>
                <w:shd w:val="clear" w:color="auto" w:fill="FFFFFF"/>
              </w:rPr>
              <w:t xml:space="preserve">7. </w:t>
            </w:r>
            <w:proofErr w:type="spellStart"/>
            <w:r w:rsidRPr="00680837">
              <w:rPr>
                <w:rStyle w:val="Hipercze"/>
                <w:rFonts w:ascii="Corbel" w:hAnsi="Corbel"/>
                <w:color w:val="000000"/>
                <w:sz w:val="24"/>
                <w:u w:val="none"/>
                <w:shd w:val="clear" w:color="auto" w:fill="FFFFFF"/>
              </w:rPr>
              <w:t>Leśniak-Moczuk</w:t>
            </w:r>
            <w:proofErr w:type="spellEnd"/>
            <w:r w:rsidRPr="00680837">
              <w:rPr>
                <w:rStyle w:val="Hipercze"/>
                <w:rFonts w:ascii="Corbel" w:hAnsi="Corbel"/>
                <w:color w:val="000000"/>
                <w:sz w:val="24"/>
                <w:u w:val="none"/>
                <w:shd w:val="clear" w:color="auto" w:fill="FFFFFF"/>
              </w:rPr>
              <w:t xml:space="preserve"> Krystyna, ks. Steczkowski Piotr, Od inicjatyw lokalnych w „Dolinie Strugu” do programu ekonomii społecznej na Podkarpaciu, Regionalne Towarzystwo Rolno-Przemysłowe „Dolina Strugu”, </w:t>
            </w:r>
            <w:proofErr w:type="spellStart"/>
            <w:r w:rsidRPr="00680837">
              <w:rPr>
                <w:rStyle w:val="Hipercze"/>
                <w:rFonts w:ascii="Corbel" w:hAnsi="Corbel"/>
                <w:color w:val="000000"/>
                <w:sz w:val="24"/>
                <w:u w:val="none"/>
                <w:shd w:val="clear" w:color="auto" w:fill="FFFFFF"/>
              </w:rPr>
              <w:t>Błażowa-Chmielnik-Hyżne-Tyczyn</w:t>
            </w:r>
            <w:proofErr w:type="spellEnd"/>
            <w:r w:rsidRPr="00680837">
              <w:rPr>
                <w:rStyle w:val="Hipercze"/>
                <w:rFonts w:ascii="Corbel" w:hAnsi="Corbel"/>
                <w:color w:val="000000"/>
                <w:sz w:val="24"/>
                <w:u w:val="none"/>
                <w:shd w:val="clear" w:color="auto" w:fill="FFFFFF"/>
              </w:rPr>
              <w:t xml:space="preserve">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B17A5E" w:rsidRPr="00680837" w:rsidRDefault="0085747A" w:rsidP="00B17A5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80837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  <w:r w:rsidR="00B17A5E"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1. Piróg </w:t>
            </w:r>
            <w:proofErr w:type="spellStart"/>
            <w:r w:rsidR="00B17A5E" w:rsidRPr="00680837">
              <w:rPr>
                <w:rFonts w:ascii="Corbel" w:hAnsi="Corbel"/>
                <w:color w:val="000000"/>
                <w:sz w:val="24"/>
                <w:szCs w:val="24"/>
              </w:rPr>
              <w:t>Tomasz,</w:t>
            </w:r>
            <w:hyperlink r:id="rId13" w:history="1">
              <w:r w:rsidR="00B17A5E"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Wygnanie</w:t>
              </w:r>
              <w:proofErr w:type="spellEnd"/>
              <w:r w:rsidR="00B17A5E"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z raju. Społeczne konsekwencje zmian na rynku pracy, Zakład Wydawniczy </w:t>
              </w:r>
              <w:proofErr w:type="spellStart"/>
              <w:r w:rsidR="00B17A5E"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Nomos</w:t>
              </w:r>
              <w:proofErr w:type="spellEnd"/>
              <w:r w:rsidR="00B17A5E"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Kraków 2015.</w:t>
              </w:r>
            </w:hyperlink>
          </w:p>
          <w:p w:rsidR="00B17A5E" w:rsidRPr="00680837" w:rsidRDefault="00B17A5E" w:rsidP="00B17A5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2. </w:t>
            </w:r>
            <w:hyperlink r:id="rId14" w:history="1"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Trendy na rynku pracy, red. Anna Rogozińska-Pawełczyk, Dominik Majewski, Wydawnictwo Uniwersytetu Łódzkiego Łódź 2013.</w:t>
              </w:r>
            </w:hyperlink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B17A5E" w:rsidRPr="00680837" w:rsidRDefault="00B17A5E" w:rsidP="00B17A5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3. Szydlik-Leszczyńska Agata, </w:t>
            </w:r>
            <w:hyperlink r:id="rId15" w:history="1"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Funkcjonowanie współczesnego rynku pracy. Wybrane uwarunkowania, </w:t>
              </w:r>
              <w:proofErr w:type="spellStart"/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Difin</w:t>
              </w:r>
              <w:proofErr w:type="spellEnd"/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</w:t>
              </w:r>
              <w:r w:rsidRPr="00680837">
                <w:rPr>
                  <w:rFonts w:ascii="Corbel" w:hAnsi="Corbel"/>
                  <w:color w:val="000000"/>
                  <w:sz w:val="24"/>
                  <w:szCs w:val="24"/>
                </w:rPr>
                <w:t xml:space="preserve"> </w:t>
              </w:r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Warszawa 2012.</w:t>
              </w:r>
            </w:hyperlink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B17A5E" w:rsidRPr="00680837" w:rsidRDefault="00B17A5E" w:rsidP="00B17A5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80837">
              <w:rPr>
                <w:rFonts w:ascii="Corbel" w:hAnsi="Corbel"/>
                <w:smallCaps/>
                <w:sz w:val="20"/>
                <w:szCs w:val="20"/>
              </w:rPr>
              <w:t>4.</w:t>
            </w: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>Leśniak-Moczuk</w:t>
            </w:r>
            <w:proofErr w:type="spellEnd"/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 Krystyna, Dwie dekady lokalnego bezrobocia (na przykładzie powiatu mieleckiego na Podkarpaciu), Wydawnictwo Uniwersytetu Rzeszowskiego, Rzeszów 2010.</w:t>
            </w:r>
          </w:p>
          <w:p w:rsidR="00B17A5E" w:rsidRPr="00680837" w:rsidRDefault="00B17A5E" w:rsidP="00B17A5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680837">
              <w:rPr>
                <w:rFonts w:ascii="Corbel" w:hAnsi="Corbel"/>
                <w:color w:val="000000"/>
                <w:sz w:val="24"/>
                <w:szCs w:val="24"/>
              </w:rPr>
              <w:t xml:space="preserve">5. Polski </w:t>
            </w:r>
            <w:r w:rsidRPr="00680837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rynek pracy w warunkach integracji europejskiej, red. Adam P. Balcerzak, Wydawnictwo Adam Marszałek, Toruń : 2009.</w:t>
            </w:r>
          </w:p>
          <w:p w:rsidR="0085747A" w:rsidRPr="00680837" w:rsidRDefault="00B17A5E" w:rsidP="00B87993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680837">
              <w:rPr>
                <w:rStyle w:val="Hipercze"/>
                <w:rFonts w:ascii="Corbel" w:hAnsi="Corbel"/>
                <w:color w:val="000000"/>
                <w:sz w:val="24"/>
                <w:u w:val="none"/>
                <w:shd w:val="clear" w:color="auto" w:fill="FFFFFF"/>
              </w:rPr>
              <w:t>6.</w:t>
            </w:r>
            <w:r w:rsidRPr="00680837">
              <w:rPr>
                <w:rStyle w:val="Hipercze"/>
                <w:rFonts w:ascii="Corbel" w:hAnsi="Corbel"/>
                <w:color w:val="000000"/>
                <w:sz w:val="24"/>
                <w:u w:val="none"/>
              </w:rPr>
              <w:t xml:space="preserve"> Danecka Marta, Bezrobocie i instytucje rynku pracy, Instytut Studiów Politycznych Polskiej Akademii Nauk, Warszawa 2005.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84C" w:rsidRDefault="0095684C" w:rsidP="00C16ABF">
      <w:pPr>
        <w:spacing w:after="0" w:line="240" w:lineRule="auto"/>
      </w:pPr>
      <w:r>
        <w:separator/>
      </w:r>
    </w:p>
  </w:endnote>
  <w:endnote w:type="continuationSeparator" w:id="0">
    <w:p w:rsidR="0095684C" w:rsidRDefault="009568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84C" w:rsidRDefault="0095684C" w:rsidP="00C16ABF">
      <w:pPr>
        <w:spacing w:after="0" w:line="240" w:lineRule="auto"/>
      </w:pPr>
      <w:r>
        <w:separator/>
      </w:r>
    </w:p>
  </w:footnote>
  <w:footnote w:type="continuationSeparator" w:id="0">
    <w:p w:rsidR="0095684C" w:rsidRDefault="0095684C" w:rsidP="00C16ABF">
      <w:pPr>
        <w:spacing w:after="0" w:line="240" w:lineRule="auto"/>
      </w:pPr>
      <w:r>
        <w:continuationSeparator/>
      </w:r>
    </w:p>
  </w:footnote>
  <w:footnote w:id="1">
    <w:p w:rsidR="0095684C" w:rsidRDefault="0095684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</w:t>
      </w:r>
      <w:proofErr w:type="spellStart"/>
      <w:r>
        <w:t>kwalifikacju</w:t>
      </w:r>
      <w:proofErr w:type="spellEnd"/>
      <w:r>
        <w:t xml:space="preserve">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E4949"/>
    <w:multiLevelType w:val="hybridMultilevel"/>
    <w:tmpl w:val="CCE28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EF0"/>
    <w:rsid w:val="000F1C57"/>
    <w:rsid w:val="000F5615"/>
    <w:rsid w:val="001238A5"/>
    <w:rsid w:val="00124BFF"/>
    <w:rsid w:val="0012560E"/>
    <w:rsid w:val="00127108"/>
    <w:rsid w:val="00134B13"/>
    <w:rsid w:val="00146BC0"/>
    <w:rsid w:val="00153C41"/>
    <w:rsid w:val="00154381"/>
    <w:rsid w:val="001619F9"/>
    <w:rsid w:val="001640A7"/>
    <w:rsid w:val="00164C6B"/>
    <w:rsid w:val="00164FA7"/>
    <w:rsid w:val="00166A03"/>
    <w:rsid w:val="001718A7"/>
    <w:rsid w:val="001737CF"/>
    <w:rsid w:val="00176083"/>
    <w:rsid w:val="00192F37"/>
    <w:rsid w:val="00195F96"/>
    <w:rsid w:val="001A70D2"/>
    <w:rsid w:val="001D657B"/>
    <w:rsid w:val="001D7B54"/>
    <w:rsid w:val="001E0209"/>
    <w:rsid w:val="001F2CA2"/>
    <w:rsid w:val="00200222"/>
    <w:rsid w:val="002057D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7E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F4B"/>
    <w:rsid w:val="003A0A5B"/>
    <w:rsid w:val="003A1176"/>
    <w:rsid w:val="003B5729"/>
    <w:rsid w:val="003C0BAE"/>
    <w:rsid w:val="003D18A9"/>
    <w:rsid w:val="003D2C78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C3A"/>
    <w:rsid w:val="00471326"/>
    <w:rsid w:val="0047598D"/>
    <w:rsid w:val="004840FD"/>
    <w:rsid w:val="00490F7D"/>
    <w:rsid w:val="00491678"/>
    <w:rsid w:val="004928EA"/>
    <w:rsid w:val="004968E2"/>
    <w:rsid w:val="004A3EEA"/>
    <w:rsid w:val="004A4D1F"/>
    <w:rsid w:val="004A5A01"/>
    <w:rsid w:val="004D3EE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AA2"/>
    <w:rsid w:val="0056696D"/>
    <w:rsid w:val="00576EE3"/>
    <w:rsid w:val="0059484D"/>
    <w:rsid w:val="005A0855"/>
    <w:rsid w:val="005A133C"/>
    <w:rsid w:val="005A3196"/>
    <w:rsid w:val="005C080F"/>
    <w:rsid w:val="005C55E5"/>
    <w:rsid w:val="005C696A"/>
    <w:rsid w:val="005D3A4B"/>
    <w:rsid w:val="005D67CB"/>
    <w:rsid w:val="005E6E85"/>
    <w:rsid w:val="005F31D2"/>
    <w:rsid w:val="006067E2"/>
    <w:rsid w:val="0061029B"/>
    <w:rsid w:val="00617230"/>
    <w:rsid w:val="00621CE1"/>
    <w:rsid w:val="00627FC9"/>
    <w:rsid w:val="006343A1"/>
    <w:rsid w:val="00647FA8"/>
    <w:rsid w:val="00650C5F"/>
    <w:rsid w:val="00654934"/>
    <w:rsid w:val="006620D9"/>
    <w:rsid w:val="00671958"/>
    <w:rsid w:val="00675843"/>
    <w:rsid w:val="006808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ED3"/>
    <w:rsid w:val="007F4155"/>
    <w:rsid w:val="0081554D"/>
    <w:rsid w:val="0081707E"/>
    <w:rsid w:val="00834FFD"/>
    <w:rsid w:val="008449B3"/>
    <w:rsid w:val="008552A2"/>
    <w:rsid w:val="008552E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16E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4C"/>
    <w:rsid w:val="0096276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AB9"/>
    <w:rsid w:val="00A36899"/>
    <w:rsid w:val="00A371F6"/>
    <w:rsid w:val="00A43BF6"/>
    <w:rsid w:val="00A53FA5"/>
    <w:rsid w:val="00A54817"/>
    <w:rsid w:val="00A601C8"/>
    <w:rsid w:val="00A60799"/>
    <w:rsid w:val="00A84C85"/>
    <w:rsid w:val="00A878BF"/>
    <w:rsid w:val="00A97DE1"/>
    <w:rsid w:val="00AB053C"/>
    <w:rsid w:val="00AB42C1"/>
    <w:rsid w:val="00AD1146"/>
    <w:rsid w:val="00AD27D3"/>
    <w:rsid w:val="00AD66D6"/>
    <w:rsid w:val="00AE1160"/>
    <w:rsid w:val="00AE203C"/>
    <w:rsid w:val="00AE2E74"/>
    <w:rsid w:val="00AE5FCB"/>
    <w:rsid w:val="00AF2C1E"/>
    <w:rsid w:val="00AF647C"/>
    <w:rsid w:val="00B06142"/>
    <w:rsid w:val="00B135B1"/>
    <w:rsid w:val="00B17A5E"/>
    <w:rsid w:val="00B3130B"/>
    <w:rsid w:val="00B325A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993"/>
    <w:rsid w:val="00B90885"/>
    <w:rsid w:val="00BB520A"/>
    <w:rsid w:val="00BB534C"/>
    <w:rsid w:val="00BD3869"/>
    <w:rsid w:val="00BD66E9"/>
    <w:rsid w:val="00BD6FF4"/>
    <w:rsid w:val="00BF2C41"/>
    <w:rsid w:val="00C058B4"/>
    <w:rsid w:val="00C05F44"/>
    <w:rsid w:val="00C131B5"/>
    <w:rsid w:val="00C15AE2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F16"/>
    <w:rsid w:val="00C94B98"/>
    <w:rsid w:val="00CA2B96"/>
    <w:rsid w:val="00CA5089"/>
    <w:rsid w:val="00CA56E5"/>
    <w:rsid w:val="00CD4D2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F9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D90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4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4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47C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1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LoadWebPg('wo2_opbib.p',%20'&amp;RODZAJ=1&amp;ID=438272&amp;widok=26&amp;N1=W9889562&amp;N2=31&amp;N3=26&amp;N4=KHW&amp;HN1=262001025346&amp;HN2=3&amp;HN3=262701817485');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void(0)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LoadWebPg('wo2_opbib.p',%20'&amp;RODZAJ=1&amp;ID=426305&amp;widok=26&amp;N1=W11770785&amp;N2=1&amp;N3=26&amp;N4=KHW&amp;HN1=262601691442&amp;HN2=1&amp;HN3=262601687028')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LoadWebPg('wo2_opbib.p',%20'&amp;RODZAJ=1&amp;ID=376894&amp;widok=26&amp;N1=W9889562&amp;N2=73&amp;N3=26&amp;N4=KHW&amp;HN1=261900223242&amp;HN2=10&amp;HN3=262301328032'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LoadWebPg('wo2_opbib.p',%20'&amp;RODZAJ=1&amp;ID=410248&amp;widok=26&amp;N1=W9889562&amp;N2=73&amp;N3=26&amp;N4=KHW&amp;HN1=261900223242&amp;HN2=35&amp;HN3=262401547126'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2DD756-AAC5-4B1B-AD0B-FB267CA4FD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D26E5A-0D67-4614-9943-2C2AAE292FCC}"/>
</file>

<file path=customXml/itemProps3.xml><?xml version="1.0" encoding="utf-8"?>
<ds:datastoreItem xmlns:ds="http://schemas.openxmlformats.org/officeDocument/2006/customXml" ds:itemID="{13BFD81F-4A2A-4F0F-B2A2-E1F778ACC67E}"/>
</file>

<file path=customXml/itemProps4.xml><?xml version="1.0" encoding="utf-8"?>
<ds:datastoreItem xmlns:ds="http://schemas.openxmlformats.org/officeDocument/2006/customXml" ds:itemID="{453CFED9-9F2B-43D8-89EA-59DFA4D2A57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5</Pages>
  <Words>1512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Sylwia</cp:lastModifiedBy>
  <cp:revision>8</cp:revision>
  <cp:lastPrinted>2019-02-06T12:12:00Z</cp:lastPrinted>
  <dcterms:created xsi:type="dcterms:W3CDTF">2020-10-27T10:36:00Z</dcterms:created>
  <dcterms:modified xsi:type="dcterms:W3CDTF">2021-09-30T14:31:00Z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